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156" w:rsidRDefault="00484156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7. sz. melléklet:</w:t>
      </w:r>
    </w:p>
    <w:p w:rsidR="00484156" w:rsidRPr="004024A0" w:rsidRDefault="00484156" w:rsidP="008F362A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484156" w:rsidRDefault="004841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484156" w:rsidRDefault="004841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84156" w:rsidRDefault="004841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84156" w:rsidRPr="00D26E33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484156" w:rsidRPr="00D26E33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84156" w:rsidRPr="00D2184F" w:rsidRDefault="00484156" w:rsidP="008F362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beolvadásban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484156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84156" w:rsidRPr="00D2184F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84156" w:rsidRDefault="00484156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484156" w:rsidRPr="00D2184F" w:rsidRDefault="00484156" w:rsidP="008F362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beolvadásával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beolvadási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484156" w:rsidRPr="00D2184F" w:rsidRDefault="00484156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változatlan formában továbbműködő átvevő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(„átvevő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beolvadás </w:t>
      </w:r>
      <w:r>
        <w:rPr>
          <w:rFonts w:ascii="Times New Roman" w:hAnsi="Times New Roman" w:cs="Times New Roman"/>
          <w:sz w:val="20"/>
          <w:szCs w:val="20"/>
        </w:rPr>
        <w:t xml:space="preserve">napjára, a beolvadás előtti állapotra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484156" w:rsidRPr="00D2184F" w:rsidRDefault="00484156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Beolvadó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az átvevő társaságba történő beolvadás miatt megszűnő társaság </w:t>
      </w:r>
      <w:r>
        <w:rPr>
          <w:rFonts w:ascii="Times New Roman" w:hAnsi="Times New Roman" w:cs="Times New Roman"/>
          <w:sz w:val="20"/>
          <w:szCs w:val="20"/>
        </w:rPr>
        <w:t>(„beolvadó társaság”) beolvadás napjára vonatkozó végleges vagyonmérl</w:t>
      </w:r>
      <w:r w:rsidRPr="00D2184F">
        <w:rPr>
          <w:rFonts w:ascii="Times New Roman" w:hAnsi="Times New Roman" w:cs="Times New Roman"/>
          <w:sz w:val="20"/>
          <w:szCs w:val="20"/>
        </w:rPr>
        <w:t xml:space="preserve">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484156" w:rsidRPr="00D2184F" w:rsidRDefault="00484156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 xml:space="preserve">változatlan formában </w:t>
      </w:r>
      <w:r w:rsidRPr="00D2184F">
        <w:rPr>
          <w:rFonts w:ascii="Times New Roman" w:hAnsi="Times New Roman" w:cs="Times New Roman"/>
          <w:sz w:val="20"/>
          <w:szCs w:val="20"/>
        </w:rPr>
        <w:t>továbbműködő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beolvadás </w:t>
      </w:r>
      <w:r>
        <w:rPr>
          <w:rFonts w:ascii="Times New Roman" w:hAnsi="Times New Roman" w:cs="Times New Roman"/>
          <w:sz w:val="20"/>
          <w:szCs w:val="20"/>
        </w:rPr>
        <w:t>napjára vonatkozó, a beolvadás utáni tényleges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484156" w:rsidRPr="00D2184F" w:rsidRDefault="00484156" w:rsidP="008F362A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 xml:space="preserve">beolvadásban </w:t>
      </w:r>
      <w:r w:rsidRPr="00D2184F">
        <w:rPr>
          <w:rFonts w:ascii="Times New Roman" w:hAnsi="Times New Roman"/>
          <w:sz w:val="20"/>
          <w:lang w:val="hu-HU"/>
        </w:rPr>
        <w:t>résztvevő társaságok a továbbiakban együtt: „Egyesülő Társaságok”.</w:t>
      </w:r>
    </w:p>
    <w:p w:rsidR="00484156" w:rsidRPr="00D2184F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4156" w:rsidRDefault="00484156" w:rsidP="008F362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Beolvadó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beolvadó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a beolvadás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változatlan formában tovább működő 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484156" w:rsidRPr="002E3ADC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4156" w:rsidRPr="00D26E33" w:rsidRDefault="0048415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484156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4156" w:rsidRDefault="00484156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484156" w:rsidRPr="00D26E33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4156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484156" w:rsidRPr="00CD0C83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4156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484156" w:rsidRDefault="0048415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484156" w:rsidRPr="00D81BE9" w:rsidRDefault="0048415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484156" w:rsidRDefault="0048415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4156" w:rsidRPr="00D81BE9" w:rsidRDefault="00484156" w:rsidP="002835C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484156" w:rsidRPr="00D26E33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84156" w:rsidRPr="003D1DA3" w:rsidRDefault="0048415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84156" w:rsidRPr="00D26E33" w:rsidRDefault="00484156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484156" w:rsidRDefault="0048415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84156" w:rsidRDefault="00484156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484156" w:rsidRPr="00D26E33" w:rsidRDefault="0048415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484156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484156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484156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484156" w:rsidRPr="00BF5EE3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84156" w:rsidRPr="009F05AD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484156" w:rsidRPr="009F05AD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Egyesülő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484156" w:rsidRPr="009F05AD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84156" w:rsidRDefault="0048415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84156" w:rsidRDefault="0048415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84156" w:rsidRPr="003A48B3" w:rsidRDefault="0048415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484156" w:rsidRPr="00D26E33" w:rsidRDefault="0048415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484156" w:rsidRPr="00D26E33" w:rsidRDefault="0048415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484156" w:rsidRPr="00D26E33" w:rsidRDefault="0048415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484156" w:rsidRPr="00D26E33" w:rsidRDefault="0048415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484156" w:rsidRPr="00D26E33" w:rsidRDefault="00484156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484156" w:rsidRPr="0080033F" w:rsidRDefault="00484156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484156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156" w:rsidRDefault="00484156" w:rsidP="001E2511">
      <w:pPr>
        <w:spacing w:after="0" w:line="240" w:lineRule="auto"/>
      </w:pPr>
      <w:r>
        <w:separator/>
      </w:r>
    </w:p>
  </w:endnote>
  <w:endnote w:type="continuationSeparator" w:id="0">
    <w:p w:rsidR="00484156" w:rsidRDefault="0048415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156" w:rsidRDefault="00484156">
    <w:pPr>
      <w:pStyle w:val="Footer"/>
      <w:jc w:val="center"/>
    </w:pPr>
    <w:fldSimple w:instr="PAGE   \* MERGEFORMAT">
      <w:r w:rsidRPr="002835CB">
        <w:rPr>
          <w:noProof/>
          <w:lang w:val="hu-HU"/>
        </w:rPr>
        <w:t>1</w:t>
      </w:r>
    </w:fldSimple>
  </w:p>
  <w:p w:rsidR="00484156" w:rsidRDefault="004841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156" w:rsidRDefault="00484156" w:rsidP="001E2511">
      <w:pPr>
        <w:spacing w:after="0" w:line="240" w:lineRule="auto"/>
      </w:pPr>
      <w:r>
        <w:separator/>
      </w:r>
    </w:p>
  </w:footnote>
  <w:footnote w:type="continuationSeparator" w:id="0">
    <w:p w:rsidR="00484156" w:rsidRDefault="0048415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0C15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835CB"/>
    <w:rsid w:val="00292B45"/>
    <w:rsid w:val="002A38FE"/>
    <w:rsid w:val="002A5F5F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8656E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4156"/>
    <w:rsid w:val="00487AB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943F0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20F9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976"/>
    <w:rsid w:val="00B40AF0"/>
    <w:rsid w:val="00B45C6E"/>
    <w:rsid w:val="00B513E0"/>
    <w:rsid w:val="00B51F49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422D"/>
    <w:rsid w:val="00D175CA"/>
    <w:rsid w:val="00D206D7"/>
    <w:rsid w:val="00D2184F"/>
    <w:rsid w:val="00D26E33"/>
    <w:rsid w:val="00D27008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44D1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83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1126</Words>
  <Characters>7772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8</cp:revision>
  <dcterms:created xsi:type="dcterms:W3CDTF">2018-03-20T15:45:00Z</dcterms:created>
  <dcterms:modified xsi:type="dcterms:W3CDTF">2020-07-20T09:10:00Z</dcterms:modified>
</cp:coreProperties>
</file>